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B7D" w:rsidRDefault="00033B7D" w:rsidP="00033B7D">
      <w:pPr>
        <w:rPr>
          <w:szCs w:val="32"/>
        </w:rPr>
      </w:pPr>
      <w:r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356870</wp:posOffset>
            </wp:positionH>
            <wp:positionV relativeFrom="paragraph">
              <wp:posOffset>8799</wp:posOffset>
            </wp:positionV>
            <wp:extent cx="7679690" cy="5742305"/>
            <wp:effectExtent l="666750" t="1085850" r="721360" b="1077595"/>
            <wp:wrapNone/>
            <wp:docPr id="228" name="Grafik 228" descr="Kupferrohr weich Ø außen: 3,0 mm, Ø innen: 2,1 mm, Länge: 1000 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upferrohr weich Ø außen: 3,0 mm, Ø innen: 2,1 mm, Länge: 1000 mm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093" r="14408"/>
                    <a:stretch/>
                  </pic:blipFill>
                  <pic:spPr bwMode="auto">
                    <a:xfrm rot="1110521">
                      <a:off x="0" y="0"/>
                      <a:ext cx="7679690" cy="574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273DD">
        <w:rPr>
          <w:szCs w:val="32"/>
        </w:rPr>
        <w:t>Name: ______________________________</w:t>
      </w:r>
      <w:r w:rsidRPr="008273DD">
        <w:rPr>
          <w:szCs w:val="32"/>
        </w:rPr>
        <w:tab/>
      </w:r>
      <w:r w:rsidRPr="008273DD">
        <w:rPr>
          <w:szCs w:val="32"/>
        </w:rPr>
        <w:tab/>
        <w:t>Klasse: _________</w:t>
      </w:r>
    </w:p>
    <w:p w:rsidR="00033B7D" w:rsidRPr="008273DD" w:rsidRDefault="00033B7D" w:rsidP="00033B7D">
      <w:pPr>
        <w:rPr>
          <w:szCs w:val="32"/>
        </w:rPr>
      </w:pPr>
    </w:p>
    <w:p w:rsidR="00196210" w:rsidRPr="006F374D" w:rsidRDefault="004834F9" w:rsidP="00196210">
      <w:pPr>
        <w:pStyle w:val="berschrift4"/>
      </w:pPr>
      <w:r w:rsidRPr="004834F9">
        <w:rPr>
          <w:noProof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275447CA" wp14:editId="6752D4B7">
                <wp:simplePos x="0" y="0"/>
                <wp:positionH relativeFrom="column">
                  <wp:posOffset>5080000</wp:posOffset>
                </wp:positionH>
                <wp:positionV relativeFrom="paragraph">
                  <wp:posOffset>-8890</wp:posOffset>
                </wp:positionV>
                <wp:extent cx="2933700" cy="314325"/>
                <wp:effectExtent l="0" t="0" r="0" b="952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4F9" w:rsidRDefault="004834F9" w:rsidP="004834F9">
                            <w:r>
                              <w:t>(Skizze nicht maßstäblich)</w:t>
                            </w:r>
                          </w:p>
                          <w:p w:rsidR="004834F9" w:rsidRDefault="004834F9" w:rsidP="004834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447C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400pt;margin-top:-.7pt;width:231pt;height:24.75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" stroked="f">
                <v:textbox>
                  <w:txbxContent>
                    <w:p w:rsidR="004834F9" w:rsidRDefault="004834F9" w:rsidP="004834F9">
                      <w:r>
                        <w:t>(Skizze nicht maßstäblich)</w:t>
                      </w:r>
                    </w:p>
                    <w:p w:rsidR="004834F9" w:rsidRDefault="004834F9" w:rsidP="004834F9"/>
                  </w:txbxContent>
                </v:textbox>
              </v:shape>
            </w:pict>
          </mc:Fallback>
        </mc:AlternateContent>
      </w:r>
      <w:r w:rsidR="00F22C36" w:rsidRPr="00F22C36">
        <w:rPr>
          <w:szCs w:val="32"/>
        </w:rPr>
        <w:t xml:space="preserve">Aufgabe </w:t>
      </w:r>
      <w:bookmarkStart w:id="0" w:name="_Hlk22206277"/>
      <w:r w:rsidR="008C4AC8">
        <w:rPr>
          <w:szCs w:val="32"/>
        </w:rPr>
        <w:t>6</w:t>
      </w:r>
    </w:p>
    <w:bookmarkEnd w:id="0"/>
    <w:p w:rsidR="00112C93" w:rsidRDefault="008C4AC8" w:rsidP="00163E10">
      <w:pPr>
        <w:rPr>
          <w:szCs w:val="32"/>
        </w:rPr>
      </w:pPr>
      <w:r>
        <w:t>Ei</w:t>
      </w:r>
      <w:bookmarkStart w:id="1" w:name="_GoBack"/>
      <w:bookmarkEnd w:id="1"/>
      <w:r>
        <w:t>ne Firma stellt 5 m lange Kupferrohre her.</w:t>
      </w:r>
    </w:p>
    <w:p w:rsidR="00163E10" w:rsidRDefault="00163E10" w:rsidP="00163E10">
      <w:pPr>
        <w:rPr>
          <w:szCs w:val="32"/>
        </w:rPr>
      </w:pPr>
    </w:p>
    <w:p w:rsidR="00163E10" w:rsidRDefault="008C4AC8" w:rsidP="00163E10">
      <w:pPr>
        <w:pStyle w:val="Liste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1121410</wp:posOffset>
                </wp:positionH>
                <wp:positionV relativeFrom="paragraph">
                  <wp:posOffset>1819819</wp:posOffset>
                </wp:positionV>
                <wp:extent cx="7515225" cy="2875280"/>
                <wp:effectExtent l="38100" t="0" r="9525" b="1270"/>
                <wp:wrapNone/>
                <wp:docPr id="227" name="Gruppieren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15225" cy="2875280"/>
                          <a:chOff x="0" y="0"/>
                          <a:chExt cx="7515225" cy="2875280"/>
                        </a:xfrm>
                      </wpg:grpSpPr>
                      <wpg:grpSp>
                        <wpg:cNvPr id="226" name="Gruppieren 226"/>
                        <wpg:cNvGrpSpPr/>
                        <wpg:grpSpPr>
                          <a:xfrm>
                            <a:off x="5029200" y="0"/>
                            <a:ext cx="2486025" cy="2875280"/>
                            <a:chOff x="0" y="0"/>
                            <a:chExt cx="2486025" cy="2875280"/>
                          </a:xfrm>
                        </wpg:grpSpPr>
                        <pic:pic xmlns:pic="http://schemas.openxmlformats.org/drawingml/2006/picture">
                          <pic:nvPicPr>
                            <pic:cNvPr id="10" name="Grafik 10" descr="E:\00 Grafiken ür Ariane\Kreisring 2 Höhe 47 4.JP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486025" cy="287528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220" name="Ellipse 220"/>
                          <wps:cNvSpPr/>
                          <wps:spPr>
                            <a:xfrm>
                              <a:off x="241300" y="628650"/>
                              <a:ext cx="2012950" cy="2012950"/>
                            </a:xfrm>
                            <a:prstGeom prst="ellipse">
                              <a:avLst/>
                            </a:prstGeom>
                            <a:solidFill>
                              <a:srgbClr val="CC6600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1" name="Ellipse 221"/>
                          <wps:cNvSpPr/>
                          <wps:spPr>
                            <a:xfrm>
                              <a:off x="330200" y="717550"/>
                              <a:ext cx="1841500" cy="184150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2" name="Gerader Verbinder 222"/>
                          <wps:cNvCnPr/>
                          <wps:spPr>
                            <a:xfrm>
                              <a:off x="241300" y="273050"/>
                              <a:ext cx="0" cy="29845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3" name="Gerader Verbinder 223"/>
                          <wps:cNvCnPr/>
                          <wps:spPr>
                            <a:xfrm>
                              <a:off x="2247900" y="266700"/>
                              <a:ext cx="0" cy="29845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5" name="Gerade Verbindung mit Pfeil 225"/>
                          <wps:cNvCnPr/>
                          <wps:spPr>
                            <a:xfrm>
                              <a:off x="342900" y="1651000"/>
                              <a:ext cx="182245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headEnd type="triangle" w="med" len="med"/>
                              <a:tailEnd type="triangle" w="med" len="med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pic:pic xmlns:pic="http://schemas.openxmlformats.org/drawingml/2006/picture">
                          <pic:nvPicPr>
                            <pic:cNvPr id="224" name="Grafik 224" descr="E:\00 Grafiken ür Ariane\Kreisring 2 Höhe 47 4.JP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7804" t="48145" r="37930" b="45008"/>
                            <a:stretch/>
                          </pic:blipFill>
                          <pic:spPr bwMode="auto">
                            <a:xfrm>
                              <a:off x="952500" y="1390650"/>
                              <a:ext cx="603250" cy="1968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23" name="Gerade Verbindung mit Pfeil 23"/>
                        <wps:cNvCnPr/>
                        <wps:spPr>
                          <a:xfrm flipH="1" flipV="1">
                            <a:off x="0" y="603250"/>
                            <a:ext cx="5218861" cy="982507"/>
                          </a:xfrm>
                          <a:prstGeom prst="straightConnector1">
                            <a:avLst/>
                          </a:prstGeom>
                          <a:ln w="38100">
                            <a:tailEnd type="arrow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30F046" id="Gruppieren 227" o:spid="_x0000_s1026" style="position:absolute;margin-left:88.3pt;margin-top:143.3pt;width:591.75pt;height:226.4pt;z-index:251671552" coordsize="75152,287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1T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">
                <v:group id="Gruppieren 226" o:spid="_x0000_s1027" style="position:absolute;left:50292;width:24860;height:28752" coordsize="24860,287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0" o:spid="_x0000_s1028" type="#_x0000_t75" style="position:absolute;width:24860;height:287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">
                    <v:imagedata r:id="rId7" o:title="Kreisring 2 Höhe 47 4"/>
                    <v:path arrowok="t"/>
                  </v:shape>
                  <v:oval id="Ellipse 220" o:spid="_x0000_s1029" style="position:absolute;left:2413;top:6286;width:20129;height:201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" fillcolor="#c60" strokecolor="black [3213]" strokeweight="2pt"/>
                  <v:oval id="Ellipse 221" o:spid="_x0000_s1030" style="position:absolute;left:3302;top:7175;width:18415;height:184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" fillcolor="white [3212]" strokecolor="black [3213]" strokeweight="2pt"/>
                  <v:line id="Gerader Verbinder 222" o:spid="_x0000_s1031" style="position:absolute;visibility:visible;mso-wrap-style:square" from="2413,2730" to="2413,57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" strokecolor="black [3213]" strokeweight="3pt"/>
                  <v:line id="Gerader Verbinder 223" o:spid="_x0000_s1032" style="position:absolute;visibility:visible;mso-wrap-style:square" from="22479,2667" to="22479,56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" strokecolor="black [3213]" strokeweight="3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Gerade Verbindung mit Pfeil 225" o:spid="_x0000_s1033" type="#_x0000_t32" style="position:absolute;left:3429;top:16510;width:1822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" strokecolor="black [3213]">
                    <v:stroke startarrow="block" endarrow="block"/>
                  </v:shape>
                  <v:shape id="Grafik 224" o:spid="_x0000_s1034" type="#_x0000_t75" style="position:absolute;left:9525;top:13906;width:6032;height:19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">
                    <v:imagedata r:id="rId7" o:title="Kreisring 2 Höhe 47 4" croptop="31552f" cropbottom="29496f" cropleft="24775f" cropright="24858f"/>
                    <v:path arrowok="t"/>
                  </v:shape>
                </v:group>
                <v:shape id="Gerade Verbindung mit Pfeil 23" o:spid="_x0000_s1035" type="#_x0000_t32" style="position:absolute;top:6032;width:52188;height:982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" strokecolor="black [3040]" strokeweight="3pt">
                  <v:stroke endarrow="open"/>
                </v:shape>
              </v:group>
            </w:pict>
          </mc:Fallback>
        </mc:AlternateContent>
      </w:r>
    </w:p>
    <w:sectPr w:rsidR="00163E10" w:rsidSect="00491B8B">
      <w:pgSz w:w="16838" w:h="11906" w:orient="landscape"/>
      <w:pgMar w:top="1417" w:right="1417" w:bottom="1417" w:left="1134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04071"/>
    <w:rsid w:val="00033B7D"/>
    <w:rsid w:val="0008238B"/>
    <w:rsid w:val="000D60A6"/>
    <w:rsid w:val="00112C93"/>
    <w:rsid w:val="00163E10"/>
    <w:rsid w:val="00196210"/>
    <w:rsid w:val="00232126"/>
    <w:rsid w:val="002338F3"/>
    <w:rsid w:val="00237BC9"/>
    <w:rsid w:val="00245ABB"/>
    <w:rsid w:val="002C45E5"/>
    <w:rsid w:val="002D3CA7"/>
    <w:rsid w:val="00310E80"/>
    <w:rsid w:val="003B450E"/>
    <w:rsid w:val="003C0ECC"/>
    <w:rsid w:val="004719AC"/>
    <w:rsid w:val="00472690"/>
    <w:rsid w:val="004834F9"/>
    <w:rsid w:val="00491B8B"/>
    <w:rsid w:val="004B595C"/>
    <w:rsid w:val="00514176"/>
    <w:rsid w:val="0058790B"/>
    <w:rsid w:val="005C1058"/>
    <w:rsid w:val="00667AD1"/>
    <w:rsid w:val="006B42AE"/>
    <w:rsid w:val="006C2C59"/>
    <w:rsid w:val="007F64DE"/>
    <w:rsid w:val="008628DE"/>
    <w:rsid w:val="008C4AC8"/>
    <w:rsid w:val="008F32B4"/>
    <w:rsid w:val="008F63FB"/>
    <w:rsid w:val="009176D4"/>
    <w:rsid w:val="009E5CE2"/>
    <w:rsid w:val="009E6FA1"/>
    <w:rsid w:val="00A0791F"/>
    <w:rsid w:val="00A27E56"/>
    <w:rsid w:val="00A57D50"/>
    <w:rsid w:val="00AC1927"/>
    <w:rsid w:val="00B17B36"/>
    <w:rsid w:val="00B2713D"/>
    <w:rsid w:val="00B42B92"/>
    <w:rsid w:val="00B55E44"/>
    <w:rsid w:val="00BA0894"/>
    <w:rsid w:val="00BD619D"/>
    <w:rsid w:val="00BF5D39"/>
    <w:rsid w:val="00C11AFC"/>
    <w:rsid w:val="00C70A48"/>
    <w:rsid w:val="00CE6518"/>
    <w:rsid w:val="00D05412"/>
    <w:rsid w:val="00D36975"/>
    <w:rsid w:val="00D41991"/>
    <w:rsid w:val="00D52A76"/>
    <w:rsid w:val="00D67220"/>
    <w:rsid w:val="00E00B20"/>
    <w:rsid w:val="00E325F8"/>
    <w:rsid w:val="00E67B7D"/>
    <w:rsid w:val="00E96256"/>
    <w:rsid w:val="00EF587A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A905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7BC9"/>
    <w:pPr>
      <w:spacing w:after="120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2D20A-959B-4291-97C2-0A1E38ECA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2022-04-11T07:11:00Z</dcterms:created>
  <dcterms:modified xsi:type="dcterms:W3CDTF">2022-04-11T11:46:00Z</dcterms:modified>
</cp:coreProperties>
</file>